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E624FC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E624FC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7A89">
              <w:rPr>
                <w:rFonts w:ascii="Times New Roman" w:hAnsi="Times New Roman"/>
                <w:sz w:val="28"/>
                <w:szCs w:val="28"/>
              </w:rPr>
              <w:t>№ 15</w:t>
            </w:r>
          </w:p>
          <w:p w:rsidR="006E3BD8" w:rsidRDefault="006E3BD8" w:rsidP="00E624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E624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E624FC" w:rsidRPr="002C7AB6" w:rsidTr="002C7AB6">
        <w:tc>
          <w:tcPr>
            <w:tcW w:w="5428" w:type="dxa"/>
          </w:tcPr>
          <w:p w:rsidR="00E624FC" w:rsidRPr="002C7AB6" w:rsidRDefault="00E624FC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624FC" w:rsidRPr="002C7AB6" w:rsidRDefault="00BC7EBD" w:rsidP="00E624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E624FC" w:rsidRPr="002C7AB6" w:rsidTr="002C7AB6">
        <w:tc>
          <w:tcPr>
            <w:tcW w:w="5428" w:type="dxa"/>
          </w:tcPr>
          <w:p w:rsidR="00E624FC" w:rsidRPr="002C7AB6" w:rsidRDefault="00E624FC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624FC" w:rsidRPr="002C7AB6" w:rsidRDefault="00E624FC" w:rsidP="00E624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24FC" w:rsidRDefault="00E624FC" w:rsidP="00E41013">
      <w:pPr>
        <w:jc w:val="center"/>
        <w:rPr>
          <w:rFonts w:ascii="Times New Roman" w:hAnsi="Times New Roman"/>
          <w:sz w:val="28"/>
          <w:szCs w:val="28"/>
        </w:rPr>
      </w:pPr>
    </w:p>
    <w:p w:rsidR="00E624FC" w:rsidRDefault="00E624FC" w:rsidP="00E41013">
      <w:pPr>
        <w:jc w:val="center"/>
        <w:rPr>
          <w:rFonts w:ascii="Times New Roman" w:hAnsi="Times New Roman"/>
          <w:sz w:val="28"/>
          <w:szCs w:val="28"/>
        </w:rPr>
      </w:pPr>
    </w:p>
    <w:p w:rsidR="00E41013" w:rsidRPr="00E41013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Региональный перечень</w:t>
      </w:r>
    </w:p>
    <w:p w:rsidR="00E624FC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 xml:space="preserve">минимума необходимых работ (услуг) в </w:t>
      </w:r>
      <w:proofErr w:type="gramStart"/>
      <w:r w:rsidRPr="00E41013">
        <w:rPr>
          <w:rFonts w:ascii="Times New Roman" w:hAnsi="Times New Roman"/>
          <w:sz w:val="28"/>
          <w:szCs w:val="28"/>
        </w:rPr>
        <w:t>медицинской</w:t>
      </w:r>
      <w:proofErr w:type="gramEnd"/>
      <w:r w:rsidRPr="00E41013">
        <w:rPr>
          <w:rFonts w:ascii="Times New Roman" w:hAnsi="Times New Roman"/>
          <w:sz w:val="28"/>
          <w:szCs w:val="28"/>
        </w:rPr>
        <w:t xml:space="preserve"> и биотехнологической</w:t>
      </w:r>
    </w:p>
    <w:p w:rsidR="00E624FC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 xml:space="preserve">промышленности, </w:t>
      </w:r>
      <w:proofErr w:type="gramStart"/>
      <w:r w:rsidRPr="00E41013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E41013">
        <w:rPr>
          <w:rFonts w:ascii="Times New Roman" w:hAnsi="Times New Roman"/>
          <w:sz w:val="28"/>
          <w:szCs w:val="28"/>
        </w:rPr>
        <w:t xml:space="preserve"> в период проведения забастовки</w:t>
      </w:r>
    </w:p>
    <w:p w:rsidR="00E624FC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E41013">
        <w:rPr>
          <w:rFonts w:ascii="Times New Roman" w:hAnsi="Times New Roman"/>
          <w:sz w:val="28"/>
          <w:szCs w:val="28"/>
        </w:rPr>
        <w:t>работниками организаций (филиалов, представительств или иных</w:t>
      </w:r>
      <w:proofErr w:type="gramEnd"/>
    </w:p>
    <w:p w:rsidR="00E624FC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обособленных структурных подразделений), индивидуальных</w:t>
      </w:r>
    </w:p>
    <w:p w:rsidR="00E624FC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предпринимателей, деятельность которых связана с безопасностью</w:t>
      </w:r>
    </w:p>
    <w:p w:rsidR="00E41013" w:rsidRPr="00E41013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людей, обеспечением их здоровья и жизненно важных интересов общества</w:t>
      </w:r>
    </w:p>
    <w:p w:rsidR="00E41013" w:rsidRPr="00E41013" w:rsidRDefault="00E41013" w:rsidP="00E41013">
      <w:pPr>
        <w:jc w:val="center"/>
        <w:rPr>
          <w:rFonts w:ascii="Times New Roman" w:hAnsi="Times New Roman"/>
          <w:sz w:val="28"/>
          <w:szCs w:val="28"/>
        </w:rPr>
      </w:pPr>
    </w:p>
    <w:p w:rsidR="000A5501" w:rsidRDefault="004536EE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1013" w:rsidRPr="00E41013">
        <w:rPr>
          <w:rFonts w:ascii="Times New Roman" w:hAnsi="Times New Roman"/>
          <w:sz w:val="28"/>
          <w:szCs w:val="28"/>
        </w:rPr>
        <w:t xml:space="preserve"> Работы дежурных служб</w:t>
      </w:r>
      <w:r w:rsidR="00E624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24FC">
        <w:rPr>
          <w:rFonts w:ascii="Times New Roman" w:hAnsi="Times New Roman"/>
          <w:sz w:val="28"/>
          <w:szCs w:val="28"/>
        </w:rPr>
        <w:t>по</w:t>
      </w:r>
      <w:proofErr w:type="gramEnd"/>
      <w:r w:rsidR="00531C59">
        <w:rPr>
          <w:rFonts w:ascii="Times New Roman" w:hAnsi="Times New Roman"/>
          <w:sz w:val="28"/>
          <w:szCs w:val="28"/>
        </w:rPr>
        <w:t>:</w:t>
      </w:r>
      <w:r w:rsidR="00E41013" w:rsidRPr="00E41013">
        <w:rPr>
          <w:rFonts w:ascii="Times New Roman" w:hAnsi="Times New Roman"/>
          <w:sz w:val="28"/>
          <w:szCs w:val="28"/>
        </w:rPr>
        <w:t xml:space="preserve"> </w:t>
      </w:r>
    </w:p>
    <w:p w:rsidR="00E41013" w:rsidRPr="00E41013" w:rsidRDefault="00E624FC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E41013" w:rsidRPr="00E41013">
        <w:rPr>
          <w:rFonts w:ascii="Times New Roman" w:hAnsi="Times New Roman"/>
          <w:sz w:val="28"/>
          <w:szCs w:val="28"/>
        </w:rPr>
        <w:t>обслуживанию и эксплуатации источников, коммуникаций энергоснабжения, теплоснабжения и газоснабжения;</w:t>
      </w:r>
    </w:p>
    <w:p w:rsidR="00E41013" w:rsidRPr="00E41013" w:rsidRDefault="00E624FC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E41013" w:rsidRPr="00E41013">
        <w:rPr>
          <w:rFonts w:ascii="Times New Roman" w:hAnsi="Times New Roman"/>
          <w:sz w:val="28"/>
          <w:szCs w:val="28"/>
        </w:rPr>
        <w:t xml:space="preserve">обслуживанию очистных и </w:t>
      </w:r>
      <w:proofErr w:type="spellStart"/>
      <w:r w:rsidR="00E41013" w:rsidRPr="00E41013">
        <w:rPr>
          <w:rFonts w:ascii="Times New Roman" w:hAnsi="Times New Roman"/>
          <w:sz w:val="28"/>
          <w:szCs w:val="28"/>
        </w:rPr>
        <w:t>водоканализационных</w:t>
      </w:r>
      <w:proofErr w:type="spellEnd"/>
      <w:r w:rsidR="00E41013" w:rsidRPr="00E41013">
        <w:rPr>
          <w:rFonts w:ascii="Times New Roman" w:hAnsi="Times New Roman"/>
          <w:sz w:val="28"/>
          <w:szCs w:val="28"/>
        </w:rPr>
        <w:t xml:space="preserve"> систем, коммуникаций и сооружений;</w:t>
      </w:r>
    </w:p>
    <w:p w:rsidR="00E41013" w:rsidRPr="00E41013" w:rsidRDefault="00E624FC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E41013" w:rsidRPr="00E41013">
        <w:rPr>
          <w:rFonts w:ascii="Times New Roman" w:hAnsi="Times New Roman"/>
          <w:sz w:val="28"/>
          <w:szCs w:val="28"/>
        </w:rPr>
        <w:t>обеспечению связи;</w:t>
      </w:r>
    </w:p>
    <w:p w:rsidR="00E41013" w:rsidRPr="00E41013" w:rsidRDefault="00E624FC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E41013" w:rsidRPr="00E41013">
        <w:rPr>
          <w:rFonts w:ascii="Times New Roman" w:hAnsi="Times New Roman"/>
          <w:sz w:val="28"/>
          <w:szCs w:val="28"/>
        </w:rPr>
        <w:t xml:space="preserve">медицинскому обслуживанию, связанному с </w:t>
      </w:r>
      <w:proofErr w:type="gramStart"/>
      <w:r w:rsidR="00E41013" w:rsidRPr="00E41013">
        <w:rPr>
          <w:rFonts w:ascii="Times New Roman" w:hAnsi="Times New Roman"/>
          <w:sz w:val="28"/>
          <w:szCs w:val="28"/>
        </w:rPr>
        <w:t>экстренными</w:t>
      </w:r>
      <w:proofErr w:type="gramEnd"/>
      <w:r w:rsidR="00E41013" w:rsidRPr="00E41013">
        <w:rPr>
          <w:rFonts w:ascii="Times New Roman" w:hAnsi="Times New Roman"/>
          <w:sz w:val="28"/>
          <w:szCs w:val="28"/>
        </w:rPr>
        <w:t xml:space="preserve"> показаниями: травмы, беременность, экстренная хирургия, реанимация, интенсивная терапия, доставка больных в стационар.</w:t>
      </w:r>
    </w:p>
    <w:p w:rsidR="00E41013" w:rsidRPr="00E41013" w:rsidRDefault="00E41013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2. Круглосуточная охрана организаций, филиалов и представительств и их территорий.</w:t>
      </w:r>
    </w:p>
    <w:p w:rsidR="00E41013" w:rsidRPr="00E41013" w:rsidRDefault="00E624FC" w:rsidP="00E410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E41013" w:rsidRPr="00E41013">
        <w:rPr>
          <w:rFonts w:ascii="Times New Roman" w:hAnsi="Times New Roman"/>
          <w:sz w:val="28"/>
          <w:szCs w:val="28"/>
        </w:rPr>
        <w:t>Аварийно-спасательные работы, организуемые и проводимые с привлечением соответствующих служб организаций, филиалов и представительств.</w:t>
      </w:r>
    </w:p>
    <w:p w:rsidR="00E41013" w:rsidRPr="00E41013" w:rsidRDefault="00E41013" w:rsidP="00E41013">
      <w:pPr>
        <w:jc w:val="center"/>
        <w:rPr>
          <w:rFonts w:ascii="Times New Roman" w:hAnsi="Times New Roman"/>
          <w:sz w:val="28"/>
          <w:szCs w:val="28"/>
        </w:rPr>
      </w:pPr>
    </w:p>
    <w:p w:rsidR="00E41013" w:rsidRPr="00E41013" w:rsidRDefault="00E41013" w:rsidP="00E41013">
      <w:pPr>
        <w:jc w:val="center"/>
        <w:rPr>
          <w:rFonts w:ascii="Times New Roman" w:hAnsi="Times New Roman"/>
          <w:sz w:val="28"/>
          <w:szCs w:val="28"/>
        </w:rPr>
      </w:pPr>
    </w:p>
    <w:p w:rsidR="00F149DD" w:rsidRPr="00190FF9" w:rsidRDefault="00E41013" w:rsidP="00E41013">
      <w:pPr>
        <w:jc w:val="center"/>
        <w:rPr>
          <w:rFonts w:ascii="Times New Roman" w:hAnsi="Times New Roman"/>
          <w:sz w:val="28"/>
          <w:szCs w:val="28"/>
        </w:rPr>
      </w:pPr>
      <w:r w:rsidRPr="00E41013">
        <w:rPr>
          <w:rFonts w:ascii="Times New Roman" w:hAnsi="Times New Roman"/>
          <w:sz w:val="28"/>
          <w:szCs w:val="28"/>
        </w:rPr>
        <w:t>____________</w:t>
      </w:r>
    </w:p>
    <w:sectPr w:rsidR="00F149DD" w:rsidRPr="00190FF9" w:rsidSect="00E624FC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FB" w:rsidRDefault="003038FB">
      <w:r>
        <w:separator/>
      </w:r>
    </w:p>
  </w:endnote>
  <w:endnote w:type="continuationSeparator" w:id="0">
    <w:p w:rsidR="003038FB" w:rsidRDefault="0030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28685E4E" wp14:editId="46F6A2FD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ED796C7" wp14:editId="2FC04C73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E624FC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1092  06.03.2019 15:36:22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FB" w:rsidRDefault="003038FB">
      <w:r>
        <w:separator/>
      </w:r>
    </w:p>
  </w:footnote>
  <w:footnote w:type="continuationSeparator" w:id="0">
    <w:p w:rsidR="003038FB" w:rsidRDefault="0030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E4101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3pt;height:11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sPYWNFlHAm/QqvFgYXV0CtGe4c=" w:salt="LVt0DRFMm+pgfa1SzLfId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1768"/>
    <w:rsid w:val="00073A7A"/>
    <w:rsid w:val="00076D5E"/>
    <w:rsid w:val="00084DD3"/>
    <w:rsid w:val="000917C0"/>
    <w:rsid w:val="000A5501"/>
    <w:rsid w:val="000B0736"/>
    <w:rsid w:val="00122CFD"/>
    <w:rsid w:val="00124237"/>
    <w:rsid w:val="00151370"/>
    <w:rsid w:val="00162E72"/>
    <w:rsid w:val="00175BE5"/>
    <w:rsid w:val="001850F4"/>
    <w:rsid w:val="00186B77"/>
    <w:rsid w:val="00190FF9"/>
    <w:rsid w:val="001947BE"/>
    <w:rsid w:val="001A2328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57A89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038FB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02933"/>
    <w:rsid w:val="00417816"/>
    <w:rsid w:val="0042590E"/>
    <w:rsid w:val="00437F65"/>
    <w:rsid w:val="004536EE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59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36D0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9C1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7EBD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E40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1013"/>
    <w:rsid w:val="00E46EAA"/>
    <w:rsid w:val="00E5038C"/>
    <w:rsid w:val="00E50B69"/>
    <w:rsid w:val="00E5298B"/>
    <w:rsid w:val="00E56EFB"/>
    <w:rsid w:val="00E624FC"/>
    <w:rsid w:val="00E6458F"/>
    <w:rsid w:val="00E66116"/>
    <w:rsid w:val="00E7242D"/>
    <w:rsid w:val="00E87E25"/>
    <w:rsid w:val="00EA04F1"/>
    <w:rsid w:val="00EA2FD3"/>
    <w:rsid w:val="00EB1960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9</cp:revision>
  <cp:lastPrinted>2008-04-23T08:17:00Z</cp:lastPrinted>
  <dcterms:created xsi:type="dcterms:W3CDTF">2019-01-25T09:07:00Z</dcterms:created>
  <dcterms:modified xsi:type="dcterms:W3CDTF">2019-04-10T06:31:00Z</dcterms:modified>
</cp:coreProperties>
</file>